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FD8E9E5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FE4DD8" w:rsidRPr="00FE4DD8">
        <w:rPr>
          <w:rFonts w:cstheme="minorHAnsi"/>
          <w:b/>
          <w:lang w:eastAsia="pl-PL"/>
        </w:rPr>
        <w:t>POST/DYS/OLD/GZ/00196/2026</w:t>
      </w:r>
      <w:r w:rsidR="00FE4DD8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>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FE4DD8" w:rsidRPr="00FE4DD8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Kowiesy, Głuchów, Nowy Kawęczyn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4507D481" w:rsidR="00347E8D" w:rsidRPr="006B2C28" w:rsidRDefault="00FE4DD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E4DD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POST/DYS/OLD/GZ/00196/2026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0F2DBF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75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4DD8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(S) (2).docx</dmsv2BaseFileName>
    <dmsv2BaseDisplayName xmlns="http://schemas.microsoft.com/sharepoint/v3">Załącznik nr 7 do SWZ - Oświadczenie o doświadczeniu zawodowym (S) (2)</dmsv2BaseDisplayName>
    <dmsv2SWPP2ObjectNumber xmlns="http://schemas.microsoft.com/sharepoint/v3">POST/DYS/OLD/GZ/00196/2026                        </dmsv2SWPP2ObjectNumber>
    <dmsv2SWPP2SumMD5 xmlns="http://schemas.microsoft.com/sharepoint/v3">371c8e5da53206350b2af90066ff855e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24181459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JEUP5JKVCYQC-1398355148-7353</_dlc_DocId>
    <_dlc_DocIdUrl xmlns="a19cb1c7-c5c7-46d4-85ae-d83685407bba">
      <Url>https://swpp2.dms.gkpge.pl/sites/41/_layouts/15/DocIdRedir.aspx?ID=JEUP5JKVCYQC-1398355148-7353</Url>
      <Description>JEUP5JKVCYQC-1398355148-7353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012CDD4-7E65-4FDF-84CE-C1F13DDB8F22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12</cp:revision>
  <cp:lastPrinted>2024-07-15T11:21:00Z</cp:lastPrinted>
  <dcterms:created xsi:type="dcterms:W3CDTF">2025-10-02T08:28:00Z</dcterms:created>
  <dcterms:modified xsi:type="dcterms:W3CDTF">2026-01-23T11:12:00Z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9c479890-8531-4bd9-9f12-dd28252744ed</vt:lpwstr>
  </property>
</Properties>
</file>